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92" w:rsidRPr="004B52E7" w:rsidRDefault="00D43BD8">
      <w:pPr>
        <w:rPr>
          <w:color w:val="009900"/>
          <w:sz w:val="48"/>
          <w:szCs w:val="48"/>
        </w:rPr>
      </w:pPr>
      <w:r>
        <w:rPr>
          <w:noProof/>
          <w:lang w:eastAsia="en-NZ"/>
        </w:rPr>
        <w:drawing>
          <wp:inline distT="0" distB="0" distL="0" distR="0">
            <wp:extent cx="5731510" cy="3223974"/>
            <wp:effectExtent l="0" t="0" r="2540" b="0"/>
            <wp:docPr id="1" name="Picture 1" descr="S:\Year5\Room 13\Emily E\Huanted house By EMILY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Year5\Room 13\Emily E\Huanted house By EMILY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bookmarkStart w:id="0" w:name="_GoBack"/>
    </w:p>
    <w:bookmarkEnd w:id="0"/>
    <w:p w:rsidR="00D43BD8" w:rsidRPr="004B52E7" w:rsidRDefault="00D43BD8" w:rsidP="00F70D2F">
      <w:pPr>
        <w:jc w:val="center"/>
        <w:rPr>
          <w:rFonts w:ascii="Chiller" w:hAnsi="Chiller"/>
          <w:color w:val="009900"/>
          <w:sz w:val="48"/>
          <w:szCs w:val="48"/>
        </w:rPr>
      </w:pPr>
      <w:r w:rsidRPr="004B52E7">
        <w:rPr>
          <w:rFonts w:ascii="Chiller" w:hAnsi="Chiller"/>
          <w:color w:val="009900"/>
          <w:sz w:val="48"/>
          <w:szCs w:val="48"/>
        </w:rPr>
        <w:tab/>
        <w:t>A Do up</w:t>
      </w:r>
      <w:r w:rsidR="00F70D2F" w:rsidRPr="004B52E7">
        <w:rPr>
          <w:rFonts w:ascii="Chiller" w:hAnsi="Chiller"/>
          <w:color w:val="009900"/>
          <w:sz w:val="48"/>
          <w:szCs w:val="48"/>
        </w:rPr>
        <w:t xml:space="preserve"> Dream</w:t>
      </w:r>
    </w:p>
    <w:p w:rsidR="004B52E7" w:rsidRPr="004B52E7" w:rsidRDefault="004B52E7" w:rsidP="00D43BD8">
      <w:pPr>
        <w:rPr>
          <w:rFonts w:ascii="Chiller" w:hAnsi="Chiller"/>
          <w:color w:val="009900"/>
          <w:sz w:val="48"/>
          <w:szCs w:val="48"/>
        </w:rPr>
      </w:pPr>
      <w:r w:rsidRPr="004B52E7">
        <w:rPr>
          <w:rFonts w:ascii="Chiller" w:hAnsi="Chiller"/>
          <w:color w:val="009900"/>
          <w:sz w:val="48"/>
          <w:szCs w:val="48"/>
        </w:rPr>
        <w:t>Four</w:t>
      </w:r>
      <w:r w:rsidR="00D43BD8" w:rsidRPr="004B52E7">
        <w:rPr>
          <w:rFonts w:ascii="Chiller" w:hAnsi="Chiller"/>
          <w:color w:val="009900"/>
          <w:sz w:val="48"/>
          <w:szCs w:val="48"/>
        </w:rPr>
        <w:t xml:space="preserve"> Rooms, perfect for kids. This house has a life of its own. A superb location and kids can throw a ball as they dare with no neighbours to be disturbed. A garden shed for all your tools and a garden with slugs and worms perfect for the soil. Bathrooms where you don’t </w:t>
      </w:r>
      <w:r w:rsidR="00F70D2F" w:rsidRPr="004B52E7">
        <w:rPr>
          <w:rFonts w:ascii="Chiller" w:hAnsi="Chiller"/>
          <w:color w:val="009900"/>
          <w:sz w:val="48"/>
          <w:szCs w:val="48"/>
        </w:rPr>
        <w:t>need to waste your water bill. No need for air-conditioning there’s a little place in the roof perfect for that.  You’ll never feel alone because there’s always someone to entertain you.</w:t>
      </w:r>
    </w:p>
    <w:p w:rsidR="004B52E7" w:rsidRPr="004B52E7" w:rsidRDefault="004B52E7" w:rsidP="004B52E7">
      <w:pPr>
        <w:jc w:val="center"/>
        <w:rPr>
          <w:rFonts w:ascii="Chiller" w:hAnsi="Chiller"/>
          <w:color w:val="009900"/>
          <w:sz w:val="48"/>
          <w:szCs w:val="48"/>
        </w:rPr>
      </w:pPr>
      <w:r w:rsidRPr="004B52E7">
        <w:rPr>
          <w:rFonts w:ascii="Chiller" w:hAnsi="Chiller"/>
          <w:color w:val="009900"/>
          <w:sz w:val="48"/>
          <w:szCs w:val="48"/>
        </w:rPr>
        <w:t>By Emily E</w:t>
      </w:r>
    </w:p>
    <w:p w:rsidR="00D43BD8" w:rsidRDefault="00D43BD8" w:rsidP="00D43BD8">
      <w:pPr>
        <w:jc w:val="center"/>
      </w:pPr>
    </w:p>
    <w:p w:rsidR="00D43BD8" w:rsidRDefault="00D43BD8" w:rsidP="00D43BD8">
      <w:pPr>
        <w:jc w:val="center"/>
      </w:pPr>
    </w:p>
    <w:sectPr w:rsidR="00D43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D8"/>
    <w:rsid w:val="004B52E7"/>
    <w:rsid w:val="00D35392"/>
    <w:rsid w:val="00D43BD8"/>
    <w:rsid w:val="00F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BA91B3F4</Template>
  <TotalTime>25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2011-04-14T21:12:00Z</dcterms:created>
  <dcterms:modified xsi:type="dcterms:W3CDTF">2011-04-14T21:37:00Z</dcterms:modified>
</cp:coreProperties>
</file>